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58ADEA7D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451600" w:rsidRPr="00451600">
              <w:rPr>
                <w:rFonts w:ascii="Times New Roman" w:eastAsia="Calibri" w:hAnsi="Times New Roman" w:cs="Times New Roman"/>
                <w:color w:val="2E74B5"/>
              </w:rPr>
              <w:t>MTÜ Kivilinna Hariduskeskuse</w:t>
            </w:r>
            <w:r w:rsidR="00451600"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451600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6" w14:textId="3D047D3C" w:rsidR="00F21C04" w:rsidRPr="00645CA1" w:rsidRDefault="00451600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451600">
              <w:rPr>
                <w:rFonts w:ascii="Times New Roman" w:eastAsia="Calibri" w:hAnsi="Times New Roman" w:cs="Times New Roman"/>
                <w:color w:val="2E74B5"/>
              </w:rPr>
              <w:t xml:space="preserve">MTÜ Kivilinna </w:t>
            </w:r>
            <w:r>
              <w:rPr>
                <w:rFonts w:ascii="Times New Roman" w:eastAsia="Calibri" w:hAnsi="Times New Roman" w:cs="Times New Roman"/>
                <w:color w:val="2E74B5"/>
              </w:rPr>
              <w:t>H</w:t>
            </w:r>
            <w:r w:rsidRPr="00451600">
              <w:rPr>
                <w:rFonts w:ascii="Times New Roman" w:eastAsia="Calibri" w:hAnsi="Times New Roman" w:cs="Times New Roman"/>
                <w:color w:val="2E74B5"/>
              </w:rPr>
              <w:t>ariduskeskuse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>kontaktisiku nimi, e-posti aadress ja telefoni nr lepingu täitmisel on:</w:t>
            </w:r>
            <w:r w:rsidR="00CC663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2E74B5"/>
              </w:rPr>
              <w:t>Küllike Pedaste, kivilinna.hariduskeskus@gmail.com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, </w:t>
            </w:r>
            <w:r w:rsidR="00453C13">
              <w:rPr>
                <w:rFonts w:ascii="Times New Roman" w:eastAsia="Calibri" w:hAnsi="Times New Roman" w:cs="Times New Roman"/>
                <w:color w:val="2E74B5"/>
              </w:rPr>
              <w:t>+372 </w:t>
            </w:r>
            <w:r>
              <w:rPr>
                <w:rFonts w:ascii="Times New Roman" w:eastAsia="Calibri" w:hAnsi="Times New Roman" w:cs="Times New Roman"/>
                <w:color w:val="2E74B5"/>
              </w:rPr>
              <w:t>508</w:t>
            </w:r>
            <w:r w:rsidR="00453C13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2E74B5"/>
              </w:rPr>
              <w:t>2562</w:t>
            </w:r>
            <w:r w:rsidR="00CC6630">
              <w:rPr>
                <w:rFonts w:ascii="Times New Roman" w:eastAsia="Calibri" w:hAnsi="Times New Roman" w:cs="Times New Roman"/>
                <w:color w:val="2E74B5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  <w:bookmarkStart w:id="0" w:name="_GoBack"/>
            <w:bookmarkEnd w:id="0"/>
          </w:p>
          <w:p w14:paraId="61719C99" w14:textId="27F27AAE" w:rsidR="00F21C04" w:rsidRPr="00645CA1" w:rsidRDefault="00CC6630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AS SEB Pank, </w:t>
            </w:r>
            <w:r w:rsidRPr="00CC6630">
              <w:rPr>
                <w:rFonts w:ascii="Times New Roman" w:eastAsia="Calibri" w:hAnsi="Times New Roman" w:cs="Times New Roman"/>
                <w:color w:val="2E74B5"/>
              </w:rPr>
              <w:t>EE671010220230202228 KIVILINNA HARIDUSKESKUS MTÜ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6A7CCC4A" w:rsidR="00F21C04" w:rsidRPr="00645CA1" w:rsidRDefault="00CC6630" w:rsidP="00E06C31">
            <w:pPr>
              <w:rPr>
                <w:rFonts w:ascii="Times New Roman" w:eastAsia="Calibri" w:hAnsi="Times New Roman" w:cs="Times New Roman"/>
              </w:rPr>
            </w:pPr>
            <w:r w:rsidRPr="00CC6630">
              <w:rPr>
                <w:rFonts w:ascii="Times New Roman" w:eastAsia="Calibri" w:hAnsi="Times New Roman" w:cs="Times New Roman"/>
                <w:color w:val="2E74B5"/>
              </w:rPr>
              <w:t xml:space="preserve">Põhikirja </w:t>
            </w:r>
            <w:r w:rsidR="00F21C04" w:rsidRPr="00CC6630">
              <w:rPr>
                <w:rFonts w:ascii="Times New Roman" w:eastAsia="Calibri" w:hAnsi="Times New Roman" w:cs="Times New Roman"/>
              </w:rPr>
              <w:t xml:space="preserve">alusel </w:t>
            </w:r>
            <w:r w:rsidRPr="00CC6630">
              <w:rPr>
                <w:rFonts w:ascii="Times New Roman" w:eastAsia="Calibri" w:hAnsi="Times New Roman" w:cs="Times New Roman"/>
                <w:color w:val="2E74B5"/>
              </w:rPr>
              <w:t>juhatuse</w:t>
            </w:r>
            <w:r>
              <w:rPr>
                <w:rFonts w:ascii="Times New Roman" w:eastAsia="Calibri" w:hAnsi="Times New Roman" w:cs="Times New Roman"/>
                <w:color w:val="2E74B5"/>
              </w:rPr>
              <w:t xml:space="preserve"> liige Küllike Pedaste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6E755" w14:textId="77777777" w:rsidR="004B526A" w:rsidRDefault="004B526A" w:rsidP="00DF44DF">
      <w:r>
        <w:separator/>
      </w:r>
    </w:p>
  </w:endnote>
  <w:endnote w:type="continuationSeparator" w:id="0">
    <w:p w14:paraId="3933DB10" w14:textId="77777777" w:rsidR="004B526A" w:rsidRDefault="004B526A" w:rsidP="00DF44DF">
      <w:r>
        <w:continuationSeparator/>
      </w:r>
    </w:p>
  </w:endnote>
  <w:endnote w:type="continuationNotice" w:id="1">
    <w:p w14:paraId="76B1EE6F" w14:textId="77777777" w:rsidR="0067467E" w:rsidRDefault="006746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A9122" w14:textId="77777777" w:rsidR="004B526A" w:rsidRDefault="004B526A" w:rsidP="00DF44DF">
      <w:r>
        <w:separator/>
      </w:r>
    </w:p>
  </w:footnote>
  <w:footnote w:type="continuationSeparator" w:id="0">
    <w:p w14:paraId="61A4902A" w14:textId="77777777" w:rsidR="004B526A" w:rsidRDefault="004B526A" w:rsidP="00DF44DF">
      <w:r>
        <w:continuationSeparator/>
      </w:r>
    </w:p>
  </w:footnote>
  <w:footnote w:type="continuationNotice" w:id="1">
    <w:p w14:paraId="01D0E628" w14:textId="77777777" w:rsidR="0067467E" w:rsidRDefault="006746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51600"/>
    <w:rsid w:val="00453C13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D67D4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C6630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0659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AEBEA64-E82E-4640-B00D-8F462D38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3</TotalTime>
  <Pages>1</Pages>
  <Words>211</Words>
  <Characters>1229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Küllike Pedaste</cp:lastModifiedBy>
  <cp:revision>4</cp:revision>
  <cp:lastPrinted>2023-03-20T09:44:00Z</cp:lastPrinted>
  <dcterms:created xsi:type="dcterms:W3CDTF">2023-03-20T10:30:00Z</dcterms:created>
  <dcterms:modified xsi:type="dcterms:W3CDTF">2023-03-21T10:55:00Z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